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8FF" w:rsidRPr="009F48FF" w:rsidRDefault="009F48FF" w:rsidP="009F48FF">
      <w:pPr>
        <w:rPr>
          <w:b/>
        </w:rPr>
      </w:pPr>
      <w:r w:rsidRPr="009F48FF">
        <w:rPr>
          <w:b/>
        </w:rPr>
        <w:t>Grundlagen der Wahrscheinlichkeitsrechnung zum selbstständigen Üben und Wiederholen</w:t>
      </w:r>
    </w:p>
    <w:p w:rsidR="009F48FF" w:rsidRPr="009F48FF" w:rsidRDefault="009F48FF" w:rsidP="009F48FF">
      <w:pPr>
        <w:rPr>
          <w:b/>
        </w:rPr>
      </w:pPr>
      <w:r w:rsidRPr="009F48FF">
        <w:rPr>
          <w:b/>
        </w:rPr>
        <w:t xml:space="preserve">Literaturliste  </w:t>
      </w:r>
    </w:p>
    <w:p w:rsidR="009F48FF" w:rsidRDefault="009F48FF" w:rsidP="009F48FF">
      <w:r>
        <w:t>Kemmler, Barbara u.</w:t>
      </w:r>
      <w:r w:rsidR="00373343">
        <w:t> </w:t>
      </w:r>
      <w:r>
        <w:t xml:space="preserve">a. (2013). </w:t>
      </w:r>
      <w:proofErr w:type="spellStart"/>
      <w:r>
        <w:t>Lambacher</w:t>
      </w:r>
      <w:proofErr w:type="spellEnd"/>
      <w:r>
        <w:t xml:space="preserve"> Schweizer. Mathematik für die Fachhochschulreife. Trainingsheft Stochastik. 1.</w:t>
      </w:r>
      <w:r w:rsidR="00373343">
        <w:t xml:space="preserve"> </w:t>
      </w:r>
      <w:r>
        <w:t>Auflage.  Stuttgart. Klett.</w:t>
      </w:r>
    </w:p>
    <w:p w:rsidR="009F48FF" w:rsidRDefault="009F48FF" w:rsidP="009F48FF">
      <w:r>
        <w:t>Backhaus, Kathrin u.</w:t>
      </w:r>
      <w:r w:rsidR="00373343">
        <w:t> </w:t>
      </w:r>
      <w:r>
        <w:t>a. (2013). Individuelles Lernen. Klasse  9/10. Selbstlernmaterialien Mathematik (K</w:t>
      </w:r>
      <w:r>
        <w:t>o</w:t>
      </w:r>
      <w:r>
        <w:t>piervorlagen). 1.</w:t>
      </w:r>
      <w:r w:rsidR="00373343">
        <w:t> </w:t>
      </w:r>
      <w:r>
        <w:t>Auflage. Stuttgart. Klett.</w:t>
      </w:r>
    </w:p>
    <w:p w:rsidR="009F48FF" w:rsidRDefault="009F48FF" w:rsidP="009F48FF">
      <w:r>
        <w:t>Duncker-Löwer, Friederike u.</w:t>
      </w:r>
      <w:r w:rsidR="00373343">
        <w:t> </w:t>
      </w:r>
      <w:r>
        <w:t xml:space="preserve">a. (2011). </w:t>
      </w:r>
      <w:proofErr w:type="spellStart"/>
      <w:r>
        <w:t>Lambacher</w:t>
      </w:r>
      <w:proofErr w:type="spellEnd"/>
      <w:r>
        <w:t xml:space="preserve"> Schweizer. Mathematik. Oberstufe Vertiefungskurs 3. 1. Auflage. Stuttgart. Klett.</w:t>
      </w:r>
    </w:p>
    <w:p w:rsidR="009F48FF" w:rsidRDefault="009F48FF" w:rsidP="009F48FF">
      <w:proofErr w:type="spellStart"/>
      <w:r>
        <w:t>Lergenmüller</w:t>
      </w:r>
      <w:proofErr w:type="spellEnd"/>
      <w:r>
        <w:t>, Arno u.</w:t>
      </w:r>
      <w:r w:rsidR="00373343">
        <w:t> </w:t>
      </w:r>
      <w:r>
        <w:t>a. (2012). Mathematik. Neue Wege. Stochastik. 1. Auflage. Braunschweig. Schroedel.</w:t>
      </w:r>
    </w:p>
    <w:p w:rsidR="009F48FF" w:rsidRDefault="009F48FF" w:rsidP="009F48FF">
      <w:r>
        <w:t>Brandt, Dieter u.</w:t>
      </w:r>
      <w:r w:rsidR="00373343">
        <w:t> </w:t>
      </w:r>
      <w:r>
        <w:t xml:space="preserve">a. (2012). </w:t>
      </w:r>
      <w:proofErr w:type="spellStart"/>
      <w:r>
        <w:t>Lambacher</w:t>
      </w:r>
      <w:proofErr w:type="spellEnd"/>
      <w:r>
        <w:t xml:space="preserve"> Schweizer. Mathematik. Stochastik. 1. Auflage. Stuttgart. Klett.</w:t>
      </w:r>
    </w:p>
    <w:p w:rsidR="009F48FF" w:rsidRDefault="009F48FF" w:rsidP="009F48FF">
      <w:r>
        <w:t>Bohner, Kurt u.</w:t>
      </w:r>
      <w:r w:rsidR="00373343">
        <w:t> </w:t>
      </w:r>
      <w:r>
        <w:t>a. (2014). Mathematisches Grundgerüst. Ein Mathematikbuch für die Eingangsklasse. 1. Auflage. Rinteln. Merkur.</w:t>
      </w:r>
    </w:p>
    <w:p w:rsidR="009F48FF" w:rsidRDefault="009F48FF" w:rsidP="009F48FF">
      <w:r>
        <w:t>Bohner, Kurt u.</w:t>
      </w:r>
      <w:r w:rsidR="00373343">
        <w:t> </w:t>
      </w:r>
      <w:bookmarkStart w:id="0" w:name="_GoBack"/>
      <w:bookmarkEnd w:id="0"/>
      <w:r>
        <w:t>a. (2014). Arbeitsheft. Mathematisches Grundgerüst. Eingangsklasse. 1. Auflage. Rinteln. Merkur.</w:t>
      </w:r>
    </w:p>
    <w:p w:rsidR="00CD6932" w:rsidRPr="00F66A9D" w:rsidRDefault="00CD6932" w:rsidP="00F66A9D"/>
    <w:sectPr w:rsidR="00CD6932" w:rsidRPr="00F66A9D" w:rsidSect="00F66A9D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909" w:rsidRDefault="00E75909" w:rsidP="001E03DE">
      <w:r>
        <w:separator/>
      </w:r>
    </w:p>
  </w:endnote>
  <w:endnote w:type="continuationSeparator" w:id="0">
    <w:p w:rsidR="00E75909" w:rsidRDefault="00E75909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A9D" w:rsidRDefault="00F66A9D" w:rsidP="00F66A9D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F66A9D" w:rsidTr="00DE2228">
      <w:tc>
        <w:tcPr>
          <w:tcW w:w="817" w:type="dxa"/>
        </w:tcPr>
        <w:p w:rsidR="00F66A9D" w:rsidRDefault="00F66A9D" w:rsidP="00DE2228">
          <w:pPr>
            <w:pStyle w:val="Fuzeile"/>
          </w:pPr>
        </w:p>
      </w:tc>
      <w:tc>
        <w:tcPr>
          <w:tcW w:w="8431" w:type="dxa"/>
        </w:tcPr>
        <w:p w:rsidR="00F66A9D" w:rsidRDefault="00F66A9D" w:rsidP="00DE2228">
          <w:pPr>
            <w:pStyle w:val="Fuzeile"/>
          </w:pPr>
        </w:p>
      </w:tc>
      <w:tc>
        <w:tcPr>
          <w:tcW w:w="669" w:type="dxa"/>
        </w:tcPr>
        <w:p w:rsidR="00F66A9D" w:rsidRDefault="00F66A9D" w:rsidP="00DE2228">
          <w:pPr>
            <w:pStyle w:val="Fuzeile"/>
          </w:pPr>
        </w:p>
      </w:tc>
    </w:tr>
    <w:tr w:rsidR="00F66A9D" w:rsidTr="00DE2228">
      <w:tc>
        <w:tcPr>
          <w:tcW w:w="817" w:type="dxa"/>
        </w:tcPr>
        <w:p w:rsidR="00F66A9D" w:rsidRDefault="00F66A9D" w:rsidP="00DE222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F66A9D" w:rsidRDefault="00F66A9D" w:rsidP="00DE2228">
          <w:pPr>
            <w:pStyle w:val="Fuzeile"/>
          </w:pPr>
        </w:p>
      </w:tc>
      <w:tc>
        <w:tcPr>
          <w:tcW w:w="669" w:type="dxa"/>
        </w:tcPr>
        <w:p w:rsidR="00F66A9D" w:rsidRDefault="00F66A9D" w:rsidP="00DE2228">
          <w:pPr>
            <w:pStyle w:val="Fuzeile"/>
          </w:pPr>
        </w:p>
      </w:tc>
    </w:tr>
    <w:tr w:rsidR="00F66A9D" w:rsidTr="00DE2228">
      <w:tc>
        <w:tcPr>
          <w:tcW w:w="817" w:type="dxa"/>
        </w:tcPr>
        <w:p w:rsidR="00F66A9D" w:rsidRPr="008A6B36" w:rsidRDefault="00F66A9D" w:rsidP="00DE222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F66A9D" w:rsidRDefault="00F66A9D" w:rsidP="00DE2228">
          <w:pPr>
            <w:pStyle w:val="Fuzeile"/>
          </w:pPr>
        </w:p>
      </w:tc>
      <w:tc>
        <w:tcPr>
          <w:tcW w:w="669" w:type="dxa"/>
        </w:tcPr>
        <w:p w:rsidR="00F66A9D" w:rsidRDefault="00F66A9D" w:rsidP="00DE222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373343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F66A9D" w:rsidRDefault="00F66A9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F66A9D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909" w:rsidRDefault="00E75909" w:rsidP="001E03DE">
      <w:r>
        <w:separator/>
      </w:r>
    </w:p>
  </w:footnote>
  <w:footnote w:type="continuationSeparator" w:id="0">
    <w:p w:rsidR="00E75909" w:rsidRDefault="00E75909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A9D" w:rsidRPr="00F131AC" w:rsidRDefault="00F66A9D" w:rsidP="00F66A9D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6D97DFD9" wp14:editId="76738CAD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5" name="Gruppieren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6A9D" w:rsidRPr="00E20335" w:rsidRDefault="00F66A9D" w:rsidP="00F66A9D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Grafik 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Gerade Verbindung 8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5" o:spid="_x0000_s1026" style="position:absolute;margin-left:48.8pt;margin-top:23.5pt;width:489.75pt;height:34.3pt;z-index:25166950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F66A9D" w:rsidRPr="00E20335" w:rsidRDefault="00F66A9D" w:rsidP="00F66A9D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7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i5rfDAAAA2gAAAA8AAABkcnMvZG93bnJldi54bWxEj0FrAjEUhO+F/ofwhN5qYg9WVqNoURBK&#10;lV29eHtsnpvFzcuySXX9901B8DjMzDfMbNG7RlypC7VnDaOhAkFcelNzpeF42LxPQISIbLDxTBru&#10;FGAxf32ZYWb8jXO6FrESCcIhQw02xjaTMpSWHIahb4mTd/adw5hkV0nT4S3BXSM/lBpLhzWnBYst&#10;fVkqL8Wv01AXP7vJfb0p7SpX+2IdFX6fLlq/DfrlFESkPj7Dj/bWaPiE/yvpBsj5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GLmt8MAAADaAAAADwAAAAAAAAAAAAAAAACf&#10;AgAAZHJzL2Rvd25yZXYueG1sUEsFBgAAAAAEAAQA9wAAAI8DAAAAAA==&#10;">
                <v:imagedata r:id="rId2" o:title=""/>
                <v:path arrowok="t"/>
              </v:shape>
              <v:line id="Gerade Verbindung 8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06Ir4AAADaAAAADwAAAGRycy9kb3ducmV2LnhtbERPTWvCQBC9C/6HZQRvurGHItFVWmml&#10;J0GN7XXITpPQ7GzY3cb4752D4PHxvtfbwbWqpxAbzwYW8wwUceltw5WB4vw5W4KKCdli65kM3CjC&#10;djMerTG3/spH6k+pUhLCMUcDdUpdrnUsa3IY574jFu7XB4dJYKi0DXiVcNfqlyx71Q4bloYaO9rV&#10;VP6d/p3MOLzvi13PDm/H8FMsy8X3x/5izHQyvK1AJRrSU/xwf1kDslWuiB/05g4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gPToivgAAANoAAAAPAAAAAAAAAAAAAAAAAKEC&#10;AABkcnMvZG93bnJldi54bWxQSwUGAAAAAAQABAD5AAAAjAMAAAAA&#10;" strokecolor="#a6a6a6" strokeweight=".5pt"/>
              <w10:wrap anchorx="page" anchory="page"/>
            </v:group>
          </w:pict>
        </mc:Fallback>
      </mc:AlternateContent>
    </w:r>
  </w:p>
  <w:p w:rsidR="00F66A9D" w:rsidRDefault="00F66A9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49E8CAFF" wp14:editId="02C0861C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30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1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32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33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7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0"/>
  </w:num>
  <w:num w:numId="8">
    <w:abstractNumId w:val="2"/>
  </w:num>
  <w:num w:numId="9">
    <w:abstractNumId w:val="2"/>
  </w:num>
  <w:num w:numId="10">
    <w:abstractNumId w:val="0"/>
  </w:num>
  <w:num w:numId="11">
    <w:abstractNumId w:val="7"/>
  </w:num>
  <w:num w:numId="12">
    <w:abstractNumId w:val="6"/>
  </w:num>
  <w:num w:numId="1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8"/>
  </w:num>
  <w:num w:numId="18">
    <w:abstractNumId w:val="8"/>
  </w:num>
  <w:num w:numId="19">
    <w:abstractNumId w:val="8"/>
  </w:num>
  <w:num w:numId="20">
    <w:abstractNumId w:val="5"/>
  </w:num>
  <w:num w:numId="21">
    <w:abstractNumId w:val="1"/>
  </w:num>
  <w:num w:numId="22">
    <w:abstractNumId w:val="9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F2D"/>
    <w:rsid w:val="001A2103"/>
    <w:rsid w:val="001E03DE"/>
    <w:rsid w:val="001E0F2D"/>
    <w:rsid w:val="002223B8"/>
    <w:rsid w:val="00296589"/>
    <w:rsid w:val="00373343"/>
    <w:rsid w:val="00445B6B"/>
    <w:rsid w:val="0044650F"/>
    <w:rsid w:val="008A6B36"/>
    <w:rsid w:val="008A7911"/>
    <w:rsid w:val="009533B3"/>
    <w:rsid w:val="009935DA"/>
    <w:rsid w:val="009C05F9"/>
    <w:rsid w:val="009F48FF"/>
    <w:rsid w:val="00B127D0"/>
    <w:rsid w:val="00C1176F"/>
    <w:rsid w:val="00C22DA6"/>
    <w:rsid w:val="00C329C9"/>
    <w:rsid w:val="00CA4381"/>
    <w:rsid w:val="00CD6932"/>
    <w:rsid w:val="00DA114A"/>
    <w:rsid w:val="00DC7E46"/>
    <w:rsid w:val="00E15C59"/>
    <w:rsid w:val="00E75909"/>
    <w:rsid w:val="00E82045"/>
    <w:rsid w:val="00F12144"/>
    <w:rsid w:val="00F130E5"/>
    <w:rsid w:val="00F131AC"/>
    <w:rsid w:val="00F24B24"/>
    <w:rsid w:val="00F44A67"/>
    <w:rsid w:val="00F66A9D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F48FF"/>
    <w:pPr>
      <w:spacing w:after="200"/>
    </w:pPr>
    <w:rPr>
      <w:rFonts w:asciiTheme="minorHAnsi" w:hAnsiTheme="minorHAnsi" w:cstheme="minorBidi"/>
      <w:sz w:val="22"/>
      <w:szCs w:val="22"/>
    </w:r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eastAsiaTheme="majorEastAsia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eastAsiaTheme="majorEastAsia" w:cstheme="majorBidi"/>
      <w:b/>
      <w:bCs/>
      <w:color w:val="000000" w:themeColor="text1"/>
      <w:sz w:val="24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eastAsiaTheme="majorEastAsia" w:cstheme="majorBidi"/>
      <w:b/>
      <w:bCs/>
      <w:color w:val="000000" w:themeColor="text1"/>
      <w:sz w:val="24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eastAsiaTheme="majorEastAsia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spacing w:after="0" w:line="240" w:lineRule="auto"/>
      <w:jc w:val="center"/>
    </w:pPr>
    <w:rPr>
      <w:rFonts w:ascii="Times New Roman" w:hAnsi="Times New Roman" w:cs="Times New Roman"/>
      <w:sz w:val="16"/>
      <w:szCs w:val="24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after="0" w:line="360" w:lineRule="atLeast"/>
      <w:textAlignment w:val="baseline"/>
    </w:pPr>
    <w:rPr>
      <w:rFonts w:eastAsia="Times New Roman" w:cs="Times New Roman"/>
      <w:color w:val="000000" w:themeColor="text1"/>
      <w:sz w:val="24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after="0" w:line="360" w:lineRule="atLeast"/>
      <w:ind w:left="425" w:hanging="425"/>
      <w:textAlignment w:val="baseline"/>
    </w:pPr>
    <w:rPr>
      <w:rFonts w:eastAsia="Times New Roman" w:cs="Times New Roman"/>
      <w:color w:val="000000" w:themeColor="text1"/>
      <w:sz w:val="24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after="0" w:line="360" w:lineRule="atLeast"/>
      <w:ind w:left="850" w:hanging="425"/>
      <w:textAlignment w:val="baseline"/>
    </w:pPr>
    <w:rPr>
      <w:rFonts w:eastAsia="Times New Roman" w:cs="Times New Roman"/>
      <w:color w:val="000000" w:themeColor="text1"/>
      <w:sz w:val="24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after="0" w:line="360" w:lineRule="atLeast"/>
      <w:ind w:left="1276" w:hanging="425"/>
      <w:textAlignment w:val="baseline"/>
    </w:pPr>
    <w:rPr>
      <w:rFonts w:eastAsia="Times New Roman" w:cs="Times New Roman"/>
      <w:color w:val="000000" w:themeColor="text1"/>
      <w:sz w:val="24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after="0" w:line="360" w:lineRule="atLeast"/>
      <w:ind w:left="1701" w:hanging="425"/>
      <w:textAlignment w:val="baseline"/>
    </w:pPr>
    <w:rPr>
      <w:rFonts w:eastAsia="Times New Roman" w:cs="Times New Roman"/>
      <w:color w:val="000000" w:themeColor="text1"/>
      <w:sz w:val="24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after="0" w:line="318" w:lineRule="exact"/>
      <w:jc w:val="both"/>
    </w:pPr>
    <w:rPr>
      <w:rFonts w:eastAsia="Times New Roman" w:cs="Times New Roman"/>
      <w:color w:val="000000" w:themeColor="text1"/>
      <w:sz w:val="24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after="0" w:line="318" w:lineRule="exact"/>
      <w:ind w:firstLine="357"/>
      <w:jc w:val="both"/>
    </w:pPr>
    <w:rPr>
      <w:rFonts w:eastAsia="Times New Roman" w:cs="Times New Roman"/>
      <w:color w:val="000000" w:themeColor="text1"/>
      <w:sz w:val="24"/>
      <w:szCs w:val="24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 w:line="240" w:lineRule="auto"/>
      <w:contextualSpacing/>
    </w:pPr>
    <w:rPr>
      <w:rFonts w:eastAsiaTheme="majorEastAsia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eastAsia="Times New Roman" w:cs="Times New Roman"/>
      <w:b/>
      <w:color w:val="000000" w:themeColor="text1"/>
      <w:sz w:val="24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eastAsia="Times New Roman" w:cs="Times New Roman"/>
      <w:color w:val="000000" w:themeColor="text1"/>
      <w:sz w:val="24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eastAsia="Times New Roman" w:cs="Times New Roman"/>
      <w:color w:val="000000" w:themeColor="text1"/>
      <w:sz w:val="24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eastAsia="Times New Roman" w:cs="Times New Roman"/>
      <w:i/>
      <w:iCs/>
      <w:color w:val="000000" w:themeColor="text1"/>
      <w:sz w:val="24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after="0" w:line="220" w:lineRule="exact"/>
      <w:ind w:left="113" w:hanging="113"/>
    </w:pPr>
    <w:rPr>
      <w:rFonts w:eastAsia="Times New Roman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eastAsia="Times New Roman" w:cs="Times New Roman"/>
      <w:color w:val="000000" w:themeColor="text1"/>
      <w:sz w:val="24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line="240" w:lineRule="auto"/>
      <w:jc w:val="both"/>
    </w:pPr>
    <w:rPr>
      <w:rFonts w:eastAsia="Times New Roman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after="0" w:line="240" w:lineRule="exact"/>
      <w:jc w:val="center"/>
    </w:pPr>
    <w:rPr>
      <w:rFonts w:eastAsia="Times New Roman" w:cs="Times New Roman"/>
      <w:b/>
      <w:color w:val="000000" w:themeColor="text1"/>
      <w:sz w:val="24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eastAsia="Times New Roman" w:cs="Times New Roman"/>
      <w:color w:val="000000" w:themeColor="text1"/>
      <w:sz w:val="24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F48FF"/>
    <w:pPr>
      <w:spacing w:after="200"/>
    </w:pPr>
    <w:rPr>
      <w:rFonts w:asciiTheme="minorHAnsi" w:hAnsiTheme="minorHAnsi" w:cstheme="minorBidi"/>
      <w:sz w:val="22"/>
      <w:szCs w:val="22"/>
    </w:r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eastAsiaTheme="majorEastAsia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eastAsiaTheme="majorEastAsia" w:cstheme="majorBidi"/>
      <w:b/>
      <w:bCs/>
      <w:color w:val="000000" w:themeColor="text1"/>
      <w:sz w:val="24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eastAsiaTheme="majorEastAsia" w:cstheme="majorBidi"/>
      <w:b/>
      <w:bCs/>
      <w:color w:val="000000" w:themeColor="text1"/>
      <w:sz w:val="24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eastAsiaTheme="majorEastAsia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spacing w:after="0" w:line="240" w:lineRule="auto"/>
      <w:jc w:val="center"/>
    </w:pPr>
    <w:rPr>
      <w:rFonts w:ascii="Times New Roman" w:hAnsi="Times New Roman" w:cs="Times New Roman"/>
      <w:sz w:val="16"/>
      <w:szCs w:val="24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after="0" w:line="360" w:lineRule="atLeast"/>
      <w:textAlignment w:val="baseline"/>
    </w:pPr>
    <w:rPr>
      <w:rFonts w:eastAsia="Times New Roman" w:cs="Times New Roman"/>
      <w:color w:val="000000" w:themeColor="text1"/>
      <w:sz w:val="24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after="0" w:line="360" w:lineRule="atLeast"/>
      <w:ind w:left="425" w:hanging="425"/>
      <w:textAlignment w:val="baseline"/>
    </w:pPr>
    <w:rPr>
      <w:rFonts w:eastAsia="Times New Roman" w:cs="Times New Roman"/>
      <w:color w:val="000000" w:themeColor="text1"/>
      <w:sz w:val="24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after="0" w:line="360" w:lineRule="atLeast"/>
      <w:ind w:left="850" w:hanging="425"/>
      <w:textAlignment w:val="baseline"/>
    </w:pPr>
    <w:rPr>
      <w:rFonts w:eastAsia="Times New Roman" w:cs="Times New Roman"/>
      <w:color w:val="000000" w:themeColor="text1"/>
      <w:sz w:val="24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after="0" w:line="360" w:lineRule="atLeast"/>
      <w:ind w:left="1276" w:hanging="425"/>
      <w:textAlignment w:val="baseline"/>
    </w:pPr>
    <w:rPr>
      <w:rFonts w:eastAsia="Times New Roman" w:cs="Times New Roman"/>
      <w:color w:val="000000" w:themeColor="text1"/>
      <w:sz w:val="24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after="0" w:line="360" w:lineRule="atLeast"/>
      <w:ind w:left="1701" w:hanging="425"/>
      <w:textAlignment w:val="baseline"/>
    </w:pPr>
    <w:rPr>
      <w:rFonts w:eastAsia="Times New Roman" w:cs="Times New Roman"/>
      <w:color w:val="000000" w:themeColor="text1"/>
      <w:sz w:val="24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after="0" w:line="318" w:lineRule="exact"/>
      <w:jc w:val="both"/>
    </w:pPr>
    <w:rPr>
      <w:rFonts w:eastAsia="Times New Roman" w:cs="Times New Roman"/>
      <w:color w:val="000000" w:themeColor="text1"/>
      <w:sz w:val="24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after="0" w:line="318" w:lineRule="exact"/>
      <w:ind w:firstLine="357"/>
      <w:jc w:val="both"/>
    </w:pPr>
    <w:rPr>
      <w:rFonts w:eastAsia="Times New Roman" w:cs="Times New Roman"/>
      <w:color w:val="000000" w:themeColor="text1"/>
      <w:sz w:val="24"/>
      <w:szCs w:val="24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 w:line="240" w:lineRule="auto"/>
      <w:contextualSpacing/>
    </w:pPr>
    <w:rPr>
      <w:rFonts w:eastAsiaTheme="majorEastAsia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eastAsia="Times New Roman" w:cs="Times New Roman"/>
      <w:b/>
      <w:color w:val="000000" w:themeColor="text1"/>
      <w:sz w:val="24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eastAsia="Times New Roman" w:cs="Times New Roman"/>
      <w:color w:val="000000" w:themeColor="text1"/>
      <w:sz w:val="24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eastAsia="Times New Roman" w:cs="Times New Roman"/>
      <w:color w:val="000000" w:themeColor="text1"/>
      <w:sz w:val="24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eastAsia="Times New Roman" w:cs="Times New Roman"/>
      <w:i/>
      <w:iCs/>
      <w:color w:val="000000" w:themeColor="text1"/>
      <w:sz w:val="24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after="0" w:line="220" w:lineRule="exact"/>
      <w:ind w:left="113" w:hanging="113"/>
    </w:pPr>
    <w:rPr>
      <w:rFonts w:eastAsia="Times New Roman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eastAsia="Times New Roman" w:cs="Times New Roman"/>
      <w:color w:val="000000" w:themeColor="text1"/>
      <w:sz w:val="24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line="240" w:lineRule="auto"/>
      <w:jc w:val="both"/>
    </w:pPr>
    <w:rPr>
      <w:rFonts w:eastAsia="Times New Roman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after="0" w:line="240" w:lineRule="exact"/>
      <w:jc w:val="center"/>
    </w:pPr>
    <w:rPr>
      <w:rFonts w:eastAsia="Times New Roman" w:cs="Times New Roman"/>
      <w:b/>
      <w:color w:val="000000" w:themeColor="text1"/>
      <w:sz w:val="24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eastAsia="Times New Roman" w:cs="Times New Roman"/>
      <w:color w:val="000000" w:themeColor="text1"/>
      <w:sz w:val="24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gelchen\Documents\Kommission%20&#220;bergang\03_Formatvorlage%20meth.-didakt.-Konz.%202016-11-07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24777-499F-44BB-B2ED-A3481C506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03_Formatvorlage meth.-didakt.-Konz. 2016-11-07.dotx</Template>
  <TotalTime>0</TotalTime>
  <Pages>1</Pages>
  <Words>134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Engelchen</dc:creator>
  <cp:lastModifiedBy>Lozano-Falk, Christiane (LS)</cp:lastModifiedBy>
  <cp:revision>3</cp:revision>
  <cp:lastPrinted>2016-11-07T13:26:00Z</cp:lastPrinted>
  <dcterms:created xsi:type="dcterms:W3CDTF">2017-10-15T08:47:00Z</dcterms:created>
  <dcterms:modified xsi:type="dcterms:W3CDTF">2018-01-15T15:18:00Z</dcterms:modified>
</cp:coreProperties>
</file>